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D42" w:rsidRPr="00916121" w:rsidRDefault="00E62D42">
      <w:pPr>
        <w:rPr>
          <w:b/>
          <w:sz w:val="28"/>
          <w:szCs w:val="28"/>
        </w:rPr>
      </w:pPr>
      <w:r>
        <w:rPr>
          <w:b/>
          <w:sz w:val="28"/>
          <w:szCs w:val="28"/>
        </w:rPr>
        <w:t>K</w:t>
      </w:r>
      <w:r w:rsidRPr="00916121">
        <w:rPr>
          <w:b/>
          <w:sz w:val="28"/>
          <w:szCs w:val="28"/>
        </w:rPr>
        <w:t>atalog wartości</w:t>
      </w:r>
    </w:p>
    <w:p w:rsidR="00E62D42" w:rsidRDefault="00E62D42"/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Prawda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Skuteczność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Inicjatywa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Dbałość o środowisko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Siła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Odwaga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Zapał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Kreatywność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Szczęście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Honor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Innowacyjność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Posłuszeństwo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Rzetelność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Lojalność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Jasność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Bezpieczeństwo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Miłość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Wytrwałość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Szczerość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Zabawa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Stosunki międzyludzkie</w:t>
      </w:r>
    </w:p>
    <w:p w:rsidR="00E62D42" w:rsidRDefault="00E62D42">
      <w:pPr>
        <w:rPr>
          <w:sz w:val="28"/>
          <w:szCs w:val="28"/>
        </w:rPr>
      </w:pPr>
    </w:p>
    <w:p w:rsidR="00E62D42" w:rsidRDefault="00E62D42">
      <w:pPr>
        <w:rPr>
          <w:sz w:val="28"/>
          <w:szCs w:val="28"/>
        </w:rPr>
      </w:pP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Mądrość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Stałość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Oddanie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Uznanie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Uczenie się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Uczciwość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Oryginalność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Otwartość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Szacunek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Fair play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Porządek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Duchowość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Przygoda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Współdziałanie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Humor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Współpraca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Pomysłowość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Słowność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Zaufanie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Doskonałość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Praca zespołowa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Wolność</w:t>
      </w:r>
    </w:p>
    <w:p w:rsidR="00E62D42" w:rsidRDefault="00E62D42">
      <w:pPr>
        <w:rPr>
          <w:sz w:val="28"/>
          <w:szCs w:val="28"/>
        </w:rPr>
      </w:pPr>
    </w:p>
    <w:p w:rsidR="00E62D42" w:rsidRDefault="00E62D42">
      <w:pPr>
        <w:rPr>
          <w:sz w:val="28"/>
          <w:szCs w:val="28"/>
        </w:rPr>
      </w:pP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Przyjaźń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Sprawiedliwość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Jakość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Ciężka praca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Odpowiedzialność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Spełnienie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Zdecydowanie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Moc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Samokontrola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Sukces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Dobre zarządzanie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Wsparcie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Opieka</w:t>
      </w:r>
    </w:p>
    <w:p w:rsidR="00E62D42" w:rsidRPr="00916121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Doskonalenie</w:t>
      </w:r>
    </w:p>
    <w:p w:rsidR="00E62D42" w:rsidRDefault="00E62D42">
      <w:pPr>
        <w:rPr>
          <w:sz w:val="28"/>
          <w:szCs w:val="28"/>
        </w:rPr>
      </w:pPr>
      <w:r w:rsidRPr="00916121">
        <w:rPr>
          <w:sz w:val="28"/>
          <w:szCs w:val="28"/>
        </w:rPr>
        <w:t>Mistrzostwo</w:t>
      </w:r>
    </w:p>
    <w:p w:rsidR="00E62D42" w:rsidRPr="00916121" w:rsidRDefault="00E62D42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E62D42" w:rsidRPr="00916121" w:rsidSect="001A078F">
      <w:footerReference w:type="default" r:id="rId6"/>
      <w:pgSz w:w="11906" w:h="16838"/>
      <w:pgMar w:top="1417" w:right="1417" w:bottom="1417" w:left="1417" w:header="708" w:footer="317" w:gutter="0"/>
      <w:cols w:num="3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D42" w:rsidRDefault="00E62D42" w:rsidP="001A078F">
      <w:pPr>
        <w:spacing w:after="0" w:line="240" w:lineRule="auto"/>
      </w:pPr>
      <w:r>
        <w:separator/>
      </w:r>
    </w:p>
  </w:endnote>
  <w:endnote w:type="continuationSeparator" w:id="0">
    <w:p w:rsidR="00E62D42" w:rsidRDefault="00E62D42" w:rsidP="001A0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D42" w:rsidRDefault="00E62D42" w:rsidP="001A078F">
    <w:pPr>
      <w:pStyle w:val="Footer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6" type="#_x0000_t75" alt="zał" style="width:318.75pt;height:41.2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D42" w:rsidRDefault="00E62D42" w:rsidP="001A078F">
      <w:pPr>
        <w:spacing w:after="0" w:line="240" w:lineRule="auto"/>
      </w:pPr>
      <w:r>
        <w:separator/>
      </w:r>
    </w:p>
  </w:footnote>
  <w:footnote w:type="continuationSeparator" w:id="0">
    <w:p w:rsidR="00E62D42" w:rsidRDefault="00E62D42" w:rsidP="001A07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2156"/>
    <w:rsid w:val="00010336"/>
    <w:rsid w:val="000C165C"/>
    <w:rsid w:val="00187ED2"/>
    <w:rsid w:val="001A078F"/>
    <w:rsid w:val="001C2156"/>
    <w:rsid w:val="00311BFD"/>
    <w:rsid w:val="00643079"/>
    <w:rsid w:val="007619BE"/>
    <w:rsid w:val="007A039B"/>
    <w:rsid w:val="00864268"/>
    <w:rsid w:val="00886D29"/>
    <w:rsid w:val="008D4A73"/>
    <w:rsid w:val="00916121"/>
    <w:rsid w:val="009C5C46"/>
    <w:rsid w:val="00A92D60"/>
    <w:rsid w:val="00BC287C"/>
    <w:rsid w:val="00D266D2"/>
    <w:rsid w:val="00E02741"/>
    <w:rsid w:val="00E415F5"/>
    <w:rsid w:val="00E62D42"/>
    <w:rsid w:val="00E74225"/>
    <w:rsid w:val="00F1271A"/>
    <w:rsid w:val="00F73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5F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A078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078F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1A078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078F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110</Words>
  <Characters>660</Characters>
  <Application>Microsoft Office Outlook</Application>
  <DocSecurity>0</DocSecurity>
  <Lines>0</Lines>
  <Paragraphs>0</Paragraphs>
  <ScaleCrop>false</ScaleCrop>
  <Company>Zespół Szkół Nr 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katalog wartości</dc:title>
  <dc:subject/>
  <dc:creator>Windows User</dc:creator>
  <cp:keywords/>
  <dc:description/>
  <cp:lastModifiedBy>S. Łukasik - Gębska</cp:lastModifiedBy>
  <cp:revision>2</cp:revision>
  <dcterms:created xsi:type="dcterms:W3CDTF">2015-11-04T17:40:00Z</dcterms:created>
  <dcterms:modified xsi:type="dcterms:W3CDTF">2015-11-04T17:40:00Z</dcterms:modified>
</cp:coreProperties>
</file>